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9ED" w14:textId="77777777" w:rsidR="004605C9" w:rsidRDefault="004605C9" w:rsidP="004605C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0AB32CF4" w14:textId="77777777" w:rsidR="004605C9" w:rsidRDefault="004605C9" w:rsidP="004605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6D0346E" w14:textId="1B95F4AF" w:rsidR="004605C9" w:rsidRDefault="004605C9" w:rsidP="004605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716AEB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16AEB">
        <w:rPr>
          <w:rFonts w:ascii="Corbel" w:hAnsi="Corbel"/>
          <w:b/>
          <w:smallCaps/>
          <w:sz w:val="24"/>
          <w:szCs w:val="24"/>
        </w:rPr>
        <w:t>8</w:t>
      </w:r>
    </w:p>
    <w:p w14:paraId="4C7824BF" w14:textId="77777777" w:rsidR="004605C9" w:rsidRDefault="004605C9" w:rsidP="004605C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88F0C8E" w14:textId="0A3BAF29" w:rsidR="004605C9" w:rsidRDefault="004605C9" w:rsidP="004605C9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716AEB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716AEB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D45A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45A4B">
        <w:rPr>
          <w:rFonts w:ascii="Corbel" w:hAnsi="Corbel"/>
          <w:szCs w:val="24"/>
        </w:rPr>
        <w:t xml:space="preserve">1. </w:t>
      </w:r>
      <w:r w:rsidR="0085747A" w:rsidRPr="00D45A4B">
        <w:rPr>
          <w:rFonts w:ascii="Corbel" w:hAnsi="Corbel"/>
          <w:szCs w:val="24"/>
        </w:rPr>
        <w:t xml:space="preserve">Podstawowe </w:t>
      </w:r>
      <w:r w:rsidR="00445970" w:rsidRPr="00D45A4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5A4B" w14:paraId="552BB3DA" w14:textId="77777777" w:rsidTr="00716AEB">
        <w:tc>
          <w:tcPr>
            <w:tcW w:w="2694" w:type="dxa"/>
            <w:vAlign w:val="center"/>
          </w:tcPr>
          <w:p w14:paraId="59701564" w14:textId="77777777" w:rsidR="0085747A" w:rsidRPr="00D45A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7CCADF" w14:textId="77777777" w:rsidR="0085747A" w:rsidRPr="00D45A4B" w:rsidRDefault="00BB3829" w:rsidP="508245F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08245F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Międzynarodowa ochrona praw konsumenta</w:t>
            </w:r>
          </w:p>
        </w:tc>
      </w:tr>
      <w:tr w:rsidR="0085747A" w:rsidRPr="00D45A4B" w14:paraId="0FAA6A6E" w14:textId="77777777" w:rsidTr="00716AEB">
        <w:tc>
          <w:tcPr>
            <w:tcW w:w="2694" w:type="dxa"/>
            <w:vAlign w:val="center"/>
          </w:tcPr>
          <w:p w14:paraId="4CA29152" w14:textId="77777777" w:rsidR="0085747A" w:rsidRPr="00D45A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45A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9733E4" w14:textId="77777777" w:rsidR="0085747A" w:rsidRPr="00D45A4B" w:rsidRDefault="00A84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MK_53</w:t>
            </w:r>
          </w:p>
        </w:tc>
      </w:tr>
      <w:tr w:rsidR="00716AEB" w:rsidRPr="00D45A4B" w14:paraId="5C0172EC" w14:textId="77777777" w:rsidTr="00716AEB">
        <w:tc>
          <w:tcPr>
            <w:tcW w:w="2694" w:type="dxa"/>
            <w:vAlign w:val="center"/>
          </w:tcPr>
          <w:p w14:paraId="249A5C16" w14:textId="77777777" w:rsidR="00716AEB" w:rsidRPr="00D45A4B" w:rsidRDefault="00716AEB" w:rsidP="00716AE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E3E3000" w14:textId="6420D10B" w:rsidR="00716AEB" w:rsidRPr="00716AEB" w:rsidRDefault="00716AEB" w:rsidP="00716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16AEB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716AEB" w:rsidRPr="00D45A4B" w14:paraId="4FEDF307" w14:textId="77777777" w:rsidTr="00716AEB">
        <w:tc>
          <w:tcPr>
            <w:tcW w:w="2694" w:type="dxa"/>
            <w:vAlign w:val="center"/>
          </w:tcPr>
          <w:p w14:paraId="0A39E105" w14:textId="77777777" w:rsidR="00716AEB" w:rsidRPr="00D45A4B" w:rsidRDefault="00716AEB" w:rsidP="00716A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61E28B4B" w:rsidR="00716AEB" w:rsidRPr="00716AEB" w:rsidRDefault="00716AEB" w:rsidP="00716A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16AEB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D45A4B" w14:paraId="58415E7B" w14:textId="77777777" w:rsidTr="00716AEB">
        <w:tc>
          <w:tcPr>
            <w:tcW w:w="2694" w:type="dxa"/>
            <w:vAlign w:val="center"/>
          </w:tcPr>
          <w:p w14:paraId="4B835047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D45A4B" w:rsidRDefault="0093437D" w:rsidP="0093437D">
            <w:pPr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Stosunki międzynarodowe</w:t>
            </w:r>
          </w:p>
        </w:tc>
      </w:tr>
      <w:tr w:rsidR="0085747A" w:rsidRPr="00D45A4B" w14:paraId="1CF479FC" w14:textId="77777777" w:rsidTr="00716AEB">
        <w:tc>
          <w:tcPr>
            <w:tcW w:w="2694" w:type="dxa"/>
            <w:vAlign w:val="center"/>
          </w:tcPr>
          <w:p w14:paraId="448A1CED" w14:textId="77777777" w:rsidR="0085747A" w:rsidRPr="00D45A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02E90D" w14:textId="77777777" w:rsidR="0085747A" w:rsidRPr="00D45A4B" w:rsidRDefault="00934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D45A4B" w14:paraId="3A488BE5" w14:textId="77777777" w:rsidTr="00716AEB">
        <w:tc>
          <w:tcPr>
            <w:tcW w:w="2694" w:type="dxa"/>
            <w:vAlign w:val="center"/>
          </w:tcPr>
          <w:p w14:paraId="04C0481C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45A4B" w:rsidRDefault="00934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45A4B" w14:paraId="629FB805" w14:textId="77777777" w:rsidTr="00716AEB">
        <w:tc>
          <w:tcPr>
            <w:tcW w:w="2694" w:type="dxa"/>
            <w:vAlign w:val="center"/>
          </w:tcPr>
          <w:p w14:paraId="7C3992E0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D936" w14:textId="77777777" w:rsidR="0085747A" w:rsidRPr="00D45A4B" w:rsidRDefault="00934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67E28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D45A4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D45A4B" w14:paraId="205903FC" w14:textId="77777777" w:rsidTr="00716AEB">
        <w:tc>
          <w:tcPr>
            <w:tcW w:w="2694" w:type="dxa"/>
            <w:vAlign w:val="center"/>
          </w:tcPr>
          <w:p w14:paraId="47AAF248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45A4B">
              <w:rPr>
                <w:rFonts w:ascii="Corbel" w:hAnsi="Corbel"/>
                <w:sz w:val="24"/>
                <w:szCs w:val="24"/>
              </w:rPr>
              <w:t>/y</w:t>
            </w:r>
            <w:r w:rsidRPr="00D45A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0AF2CF" w14:textId="3916E205" w:rsidR="0085747A" w:rsidRPr="00D45A4B" w:rsidRDefault="00780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0D355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85747A" w:rsidRPr="00D45A4B" w14:paraId="1F36C07E" w14:textId="77777777" w:rsidTr="00716AEB">
        <w:tc>
          <w:tcPr>
            <w:tcW w:w="2694" w:type="dxa"/>
            <w:vAlign w:val="center"/>
          </w:tcPr>
          <w:p w14:paraId="5863A118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D45A4B" w:rsidRDefault="00A84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D45A4B" w14:paraId="48BEAB5C" w14:textId="77777777" w:rsidTr="00716AEB">
        <w:tc>
          <w:tcPr>
            <w:tcW w:w="2694" w:type="dxa"/>
            <w:vAlign w:val="center"/>
          </w:tcPr>
          <w:p w14:paraId="13A990D4" w14:textId="77777777" w:rsidR="00923D7D" w:rsidRPr="00D45A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1D05AF" w14:textId="77777777" w:rsidR="00923D7D" w:rsidRPr="00D45A4B" w:rsidRDefault="00780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D45A4B" w14:paraId="6B20C48E" w14:textId="77777777" w:rsidTr="00716AEB">
        <w:tc>
          <w:tcPr>
            <w:tcW w:w="2694" w:type="dxa"/>
            <w:vAlign w:val="center"/>
          </w:tcPr>
          <w:p w14:paraId="69C2AF6E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4E58BC" w14:textId="77777777" w:rsidR="0085747A" w:rsidRPr="00D45A4B" w:rsidRDefault="00780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Dr Mira Malczyńska-Biały</w:t>
            </w:r>
          </w:p>
        </w:tc>
      </w:tr>
      <w:tr w:rsidR="0085747A" w:rsidRPr="00D45A4B" w14:paraId="680130F1" w14:textId="77777777" w:rsidTr="00716AEB">
        <w:tc>
          <w:tcPr>
            <w:tcW w:w="2694" w:type="dxa"/>
            <w:vAlign w:val="center"/>
          </w:tcPr>
          <w:p w14:paraId="471FE442" w14:textId="77777777" w:rsidR="0085747A" w:rsidRPr="00D45A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9B66DA" w14:textId="77777777" w:rsidR="0085747A" w:rsidRPr="00D45A4B" w:rsidRDefault="007803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Dr Mira Malczyńska-Biały</w:t>
            </w:r>
          </w:p>
        </w:tc>
      </w:tr>
    </w:tbl>
    <w:p w14:paraId="57A64E18" w14:textId="77777777" w:rsidR="0085747A" w:rsidRPr="00D45A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 xml:space="preserve">* </w:t>
      </w:r>
      <w:r w:rsidRPr="00D45A4B">
        <w:rPr>
          <w:rFonts w:ascii="Corbel" w:hAnsi="Corbel"/>
          <w:i/>
          <w:sz w:val="24"/>
          <w:szCs w:val="24"/>
        </w:rPr>
        <w:t>-</w:t>
      </w:r>
      <w:r w:rsidR="00B90885" w:rsidRPr="00D45A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5A4B">
        <w:rPr>
          <w:rFonts w:ascii="Corbel" w:hAnsi="Corbel"/>
          <w:b w:val="0"/>
          <w:sz w:val="24"/>
          <w:szCs w:val="24"/>
        </w:rPr>
        <w:t>e,</w:t>
      </w:r>
      <w:r w:rsidRPr="00D45A4B">
        <w:rPr>
          <w:rFonts w:ascii="Corbel" w:hAnsi="Corbel"/>
          <w:i/>
          <w:sz w:val="24"/>
          <w:szCs w:val="24"/>
        </w:rPr>
        <w:t xml:space="preserve"> </w:t>
      </w:r>
      <w:r w:rsidRPr="00D45A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5A4B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D45A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D45A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>1.</w:t>
      </w:r>
      <w:r w:rsidR="00E22FBC" w:rsidRPr="00D45A4B">
        <w:rPr>
          <w:rFonts w:ascii="Corbel" w:hAnsi="Corbel"/>
          <w:sz w:val="24"/>
          <w:szCs w:val="24"/>
        </w:rPr>
        <w:t>1</w:t>
      </w:r>
      <w:r w:rsidRPr="00D45A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D45A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60"/>
        <w:gridCol w:w="720"/>
        <w:gridCol w:w="915"/>
        <w:gridCol w:w="795"/>
        <w:gridCol w:w="795"/>
        <w:gridCol w:w="675"/>
        <w:gridCol w:w="1005"/>
        <w:gridCol w:w="1002"/>
        <w:gridCol w:w="1501"/>
      </w:tblGrid>
      <w:tr w:rsidR="00015B8F" w:rsidRPr="00D45A4B" w14:paraId="4A00F406" w14:textId="77777777" w:rsidTr="508245F0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D45A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(</w:t>
            </w:r>
            <w:r w:rsidR="00363F78" w:rsidRPr="00D45A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5A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D45A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5A4B">
              <w:rPr>
                <w:rFonts w:ascii="Corbel" w:hAnsi="Corbel"/>
                <w:b/>
                <w:szCs w:val="24"/>
              </w:rPr>
              <w:t>Liczba pkt</w:t>
            </w:r>
            <w:r w:rsidR="00B90885" w:rsidRPr="00D45A4B">
              <w:rPr>
                <w:rFonts w:ascii="Corbel" w:hAnsi="Corbel"/>
                <w:b/>
                <w:szCs w:val="24"/>
              </w:rPr>
              <w:t>.</w:t>
            </w:r>
            <w:r w:rsidRPr="00D45A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5A4B" w14:paraId="63C69E3F" w14:textId="77777777" w:rsidTr="508245F0">
        <w:trPr>
          <w:trHeight w:val="45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D45A4B" w:rsidRDefault="007803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D45A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D45A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D45A4B" w:rsidRDefault="00B67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80322" w:rsidRPr="00D45A4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D45A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D45A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D45A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D45A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D45A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D45A4B" w:rsidRDefault="007803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923D7D" w:rsidRPr="00D45A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D45A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>1.</w:t>
      </w:r>
      <w:r w:rsidR="00E22FBC" w:rsidRPr="00D45A4B">
        <w:rPr>
          <w:rFonts w:ascii="Corbel" w:hAnsi="Corbel"/>
          <w:smallCaps w:val="0"/>
          <w:szCs w:val="24"/>
        </w:rPr>
        <w:t>2</w:t>
      </w:r>
      <w:r w:rsidR="00F83B28" w:rsidRPr="00D45A4B">
        <w:rPr>
          <w:rFonts w:ascii="Corbel" w:hAnsi="Corbel"/>
          <w:smallCaps w:val="0"/>
          <w:szCs w:val="24"/>
        </w:rPr>
        <w:t>.</w:t>
      </w:r>
      <w:r w:rsidR="00F83B28" w:rsidRPr="00D45A4B">
        <w:rPr>
          <w:rFonts w:ascii="Corbel" w:hAnsi="Corbel"/>
          <w:smallCaps w:val="0"/>
          <w:szCs w:val="24"/>
        </w:rPr>
        <w:tab/>
      </w:r>
      <w:r w:rsidRPr="00D45A4B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39FB8098" w:rsidR="0085747A" w:rsidRPr="00D45A4B" w:rsidRDefault="5654C9C2" w:rsidP="508245F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08245F0">
        <w:rPr>
          <w:rFonts w:ascii="Corbel" w:eastAsia="MS Gothic" w:hAnsi="Corbel"/>
          <w:b w:val="0"/>
        </w:rPr>
        <w:t xml:space="preserve"> </w:t>
      </w:r>
      <w:r w:rsidR="00FB27F8" w:rsidRPr="508245F0">
        <w:rPr>
          <w:rFonts w:ascii="Corbel" w:eastAsia="MS Gothic" w:hAnsi="Corbel"/>
          <w:b w:val="0"/>
        </w:rPr>
        <w:t>x</w:t>
      </w:r>
      <w:r w:rsidR="0085747A" w:rsidRPr="508245F0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D45A4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5A4B">
        <w:rPr>
          <w:rFonts w:ascii="Segoe UI Symbol" w:eastAsia="MS Gothic" w:hAnsi="Segoe UI Symbol" w:cs="Segoe UI Symbol"/>
          <w:b w:val="0"/>
          <w:szCs w:val="24"/>
        </w:rPr>
        <w:t>☐</w:t>
      </w:r>
      <w:r w:rsidRPr="00D45A4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EEA5EE" w14:textId="1637C15C" w:rsidR="00E22FBC" w:rsidRPr="00D45A4B" w:rsidRDefault="00E22FBC" w:rsidP="2B4BB4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B4BB40A">
        <w:rPr>
          <w:rFonts w:ascii="Corbel" w:hAnsi="Corbel"/>
          <w:smallCaps w:val="0"/>
        </w:rPr>
        <w:t xml:space="preserve">1.3 </w:t>
      </w:r>
      <w:r>
        <w:tab/>
      </w:r>
      <w:r w:rsidRPr="2B4BB40A">
        <w:rPr>
          <w:rFonts w:ascii="Corbel" w:hAnsi="Corbel"/>
          <w:smallCaps w:val="0"/>
        </w:rPr>
        <w:t>For</w:t>
      </w:r>
      <w:r w:rsidR="00445970" w:rsidRPr="2B4BB40A">
        <w:rPr>
          <w:rFonts w:ascii="Corbel" w:hAnsi="Corbel"/>
          <w:smallCaps w:val="0"/>
        </w:rPr>
        <w:t xml:space="preserve">ma zaliczenia przedmiotu </w:t>
      </w:r>
      <w:r w:rsidRPr="2B4BB40A">
        <w:rPr>
          <w:rFonts w:ascii="Corbel" w:hAnsi="Corbel"/>
          <w:smallCaps w:val="0"/>
        </w:rPr>
        <w:t xml:space="preserve">(z toku) </w:t>
      </w:r>
      <w:r w:rsidRPr="2B4BB40A">
        <w:rPr>
          <w:rFonts w:ascii="Corbel" w:hAnsi="Corbel"/>
          <w:b w:val="0"/>
          <w:smallCaps w:val="0"/>
        </w:rPr>
        <w:t>(egzamin, zaliczenie z oceną, zaliczenie bez oceny)</w:t>
      </w:r>
      <w:r w:rsidR="0098714C" w:rsidRPr="2B4BB40A">
        <w:rPr>
          <w:rFonts w:ascii="Corbel" w:hAnsi="Corbel"/>
          <w:b w:val="0"/>
          <w:smallCaps w:val="0"/>
        </w:rPr>
        <w:t xml:space="preserve"> </w:t>
      </w:r>
    </w:p>
    <w:p w14:paraId="4FC1C2EB" w14:textId="59BEB4CD" w:rsidR="00E22FBC" w:rsidRPr="00D45A4B" w:rsidRDefault="0098714C" w:rsidP="2B4BB4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B4BB40A">
        <w:rPr>
          <w:rFonts w:ascii="Corbel" w:hAnsi="Corbel"/>
          <w:b w:val="0"/>
          <w:smallCaps w:val="0"/>
        </w:rPr>
        <w:t>Zaliczenie z oceną</w:t>
      </w:r>
    </w:p>
    <w:p w14:paraId="3DEEC669" w14:textId="77777777" w:rsidR="00E960BB" w:rsidRPr="00D45A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D45A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08245F0">
        <w:rPr>
          <w:rFonts w:ascii="Corbel" w:hAnsi="Corbel"/>
        </w:rPr>
        <w:t xml:space="preserve">2.Wymagania wstępne </w:t>
      </w:r>
    </w:p>
    <w:p w14:paraId="2FCF7BA5" w14:textId="05238E02" w:rsidR="508245F0" w:rsidRDefault="508245F0" w:rsidP="508245F0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5A4B" w14:paraId="6555421D" w14:textId="77777777" w:rsidTr="508245F0">
        <w:tc>
          <w:tcPr>
            <w:tcW w:w="9670" w:type="dxa"/>
          </w:tcPr>
          <w:p w14:paraId="3656B9AB" w14:textId="656714F5" w:rsidR="0085747A" w:rsidRPr="00D45A4B" w:rsidRDefault="50DEE95A" w:rsidP="50824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0" w:line="240" w:lineRule="auto"/>
              <w:rPr>
                <w:rFonts w:ascii="Corbel" w:eastAsia="Times New Roman" w:hAnsi="Corbel"/>
                <w:lang w:eastAsia="pl-PL"/>
              </w:rPr>
            </w:pPr>
            <w:r w:rsidRPr="508245F0">
              <w:rPr>
                <w:rFonts w:ascii="Corbel" w:eastAsia="Times New Roman" w:hAnsi="Corbel"/>
                <w:lang w:eastAsia="pl-PL"/>
              </w:rPr>
              <w:t>Zainteresowanie tematyką zajęć, problematyką międzynarodowej ochrony praw konsumentów.</w:t>
            </w:r>
          </w:p>
        </w:tc>
      </w:tr>
    </w:tbl>
    <w:p w14:paraId="45FB0818" w14:textId="77777777" w:rsidR="00153C41" w:rsidRPr="00D45A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63049C" w14:textId="1851624E" w:rsidR="508245F0" w:rsidRDefault="508245F0" w:rsidP="508245F0">
      <w:pPr>
        <w:pStyle w:val="Punktygwne"/>
        <w:spacing w:before="0" w:after="0"/>
        <w:rPr>
          <w:rFonts w:ascii="Corbel" w:hAnsi="Corbel"/>
        </w:rPr>
      </w:pPr>
    </w:p>
    <w:p w14:paraId="41998A2F" w14:textId="77777777" w:rsidR="00D70198" w:rsidRDefault="00D70198" w:rsidP="2B4BB40A">
      <w:pPr>
        <w:pStyle w:val="Punktygwne"/>
        <w:spacing w:before="0" w:after="0"/>
        <w:rPr>
          <w:rFonts w:ascii="Corbel" w:hAnsi="Corbel"/>
        </w:rPr>
      </w:pPr>
    </w:p>
    <w:p w14:paraId="7DB6D4EE" w14:textId="51A85389" w:rsidR="0085747A" w:rsidRPr="00D45A4B" w:rsidRDefault="0071620A" w:rsidP="2B4BB40A">
      <w:pPr>
        <w:pStyle w:val="Punktygwne"/>
        <w:spacing w:before="0" w:after="0"/>
        <w:rPr>
          <w:rFonts w:ascii="Corbel" w:hAnsi="Corbel"/>
        </w:rPr>
      </w:pPr>
      <w:r w:rsidRPr="2B4BB40A">
        <w:rPr>
          <w:rFonts w:ascii="Corbel" w:hAnsi="Corbel"/>
        </w:rPr>
        <w:lastRenderedPageBreak/>
        <w:t>3.</w:t>
      </w:r>
      <w:r w:rsidR="0085747A" w:rsidRPr="2B4BB40A">
        <w:rPr>
          <w:rFonts w:ascii="Corbel" w:hAnsi="Corbel"/>
        </w:rPr>
        <w:t xml:space="preserve"> </w:t>
      </w:r>
      <w:r w:rsidR="00A84C85" w:rsidRPr="2B4BB40A">
        <w:rPr>
          <w:rFonts w:ascii="Corbel" w:hAnsi="Corbel"/>
        </w:rPr>
        <w:t>cele, efekty uczenia się</w:t>
      </w:r>
      <w:r w:rsidR="0085747A" w:rsidRPr="2B4BB40A">
        <w:rPr>
          <w:rFonts w:ascii="Corbel" w:hAnsi="Corbel"/>
        </w:rPr>
        <w:t>, treści Programowe i stosowane metody Dydaktyczne</w:t>
      </w:r>
    </w:p>
    <w:p w14:paraId="049F31CB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D45A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 xml:space="preserve">3.1 </w:t>
      </w:r>
      <w:r w:rsidR="00C05F44" w:rsidRPr="00D45A4B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D45A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45A4B" w14:paraId="5BC9EC13" w14:textId="77777777" w:rsidTr="00923D7D">
        <w:tc>
          <w:tcPr>
            <w:tcW w:w="851" w:type="dxa"/>
            <w:vAlign w:val="center"/>
          </w:tcPr>
          <w:p w14:paraId="5372B5A4" w14:textId="77777777" w:rsidR="0085747A" w:rsidRPr="00D45A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907D69" w14:textId="77777777" w:rsidR="0085747A" w:rsidRPr="00D45A4B" w:rsidRDefault="00EE2751" w:rsidP="00EE2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</w:rPr>
              <w:t>Poznanie uniwersalnych międzynarodowych praw konsumentów oraz instytucji odpowiedzialnych</w:t>
            </w:r>
            <w:r w:rsidR="004008EA" w:rsidRPr="00D45A4B">
              <w:rPr>
                <w:rFonts w:ascii="Corbel" w:hAnsi="Corbel"/>
                <w:b w:val="0"/>
              </w:rPr>
              <w:t xml:space="preserve"> za ich przestrzeganie</w:t>
            </w:r>
          </w:p>
        </w:tc>
      </w:tr>
      <w:tr w:rsidR="0085747A" w:rsidRPr="00D45A4B" w14:paraId="668DCCF4" w14:textId="77777777" w:rsidTr="00923D7D">
        <w:tc>
          <w:tcPr>
            <w:tcW w:w="851" w:type="dxa"/>
            <w:vAlign w:val="center"/>
          </w:tcPr>
          <w:p w14:paraId="550CF7E8" w14:textId="77777777" w:rsidR="0085747A" w:rsidRPr="00D45A4B" w:rsidRDefault="00730C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54A498" w14:textId="77777777" w:rsidR="0085747A" w:rsidRPr="00D45A4B" w:rsidRDefault="00EE2751" w:rsidP="00EE2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</w:rPr>
              <w:t>Poznanie sposobów dochodzenia roszczeń w transakcjach transgranicznych</w:t>
            </w:r>
            <w:r w:rsidR="00AD5631" w:rsidRPr="00D45A4B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D45A4B" w14:paraId="609412A5" w14:textId="77777777" w:rsidTr="00923D7D">
        <w:tc>
          <w:tcPr>
            <w:tcW w:w="851" w:type="dxa"/>
            <w:vAlign w:val="center"/>
          </w:tcPr>
          <w:p w14:paraId="53C0B3C4" w14:textId="77777777" w:rsidR="0085747A" w:rsidRPr="00D45A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E2751" w:rsidRPr="00D45A4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3A2FD45" w14:textId="77777777" w:rsidR="0085747A" w:rsidRPr="00D45A4B" w:rsidRDefault="00EE2751" w:rsidP="00EE2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5A4B">
              <w:rPr>
                <w:rFonts w:ascii="Corbel" w:hAnsi="Corbel"/>
                <w:b w:val="0"/>
              </w:rPr>
              <w:t>Wykształcenie umiejętności praktycznych m.in. interpretowania nieuczciwych praktyk rynkowych w transakcjach na odległość (przez Internet).</w:t>
            </w:r>
          </w:p>
        </w:tc>
      </w:tr>
    </w:tbl>
    <w:p w14:paraId="62486C05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3858CDBB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b/>
          <w:sz w:val="24"/>
          <w:szCs w:val="24"/>
        </w:rPr>
        <w:t xml:space="preserve">3.2 </w:t>
      </w:r>
      <w:r w:rsidR="001D7B54" w:rsidRPr="00D45A4B">
        <w:rPr>
          <w:rFonts w:ascii="Corbel" w:hAnsi="Corbel"/>
          <w:b/>
          <w:sz w:val="24"/>
          <w:szCs w:val="24"/>
        </w:rPr>
        <w:t xml:space="preserve">Efekty </w:t>
      </w:r>
      <w:r w:rsidR="00C05F44" w:rsidRPr="00D45A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5A4B">
        <w:rPr>
          <w:rFonts w:ascii="Corbel" w:hAnsi="Corbel"/>
          <w:b/>
          <w:sz w:val="24"/>
          <w:szCs w:val="24"/>
        </w:rPr>
        <w:t>dla przedmiotu</w:t>
      </w:r>
      <w:r w:rsidR="00445970" w:rsidRPr="00D45A4B">
        <w:rPr>
          <w:rFonts w:ascii="Corbel" w:hAnsi="Corbel"/>
          <w:sz w:val="24"/>
          <w:szCs w:val="24"/>
        </w:rPr>
        <w:t xml:space="preserve"> </w:t>
      </w:r>
    </w:p>
    <w:p w14:paraId="41D95600" w14:textId="49C51A63" w:rsidR="00BB6F9E" w:rsidRDefault="00BB6F9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BB6F9E" w:rsidRPr="00D45A4B" w14:paraId="4F0BCDF1" w14:textId="77777777" w:rsidTr="00E47AC4">
        <w:tc>
          <w:tcPr>
            <w:tcW w:w="1678" w:type="dxa"/>
            <w:vAlign w:val="center"/>
          </w:tcPr>
          <w:p w14:paraId="65F10FF7" w14:textId="77777777" w:rsidR="00BB6F9E" w:rsidRPr="00D45A4B" w:rsidRDefault="00BB6F9E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smallCaps w:val="0"/>
                <w:szCs w:val="24"/>
              </w:rPr>
              <w:t>EK</w:t>
            </w: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BFE51B1" w14:textId="77777777" w:rsidR="00BB6F9E" w:rsidRPr="00D45A4B" w:rsidRDefault="00BB6F9E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690E0C6" w14:textId="77777777" w:rsidR="00BB6F9E" w:rsidRPr="00D45A4B" w:rsidRDefault="00BB6F9E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45A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6F9E" w:rsidRPr="00D45A4B" w14:paraId="49D1A057" w14:textId="77777777" w:rsidTr="00E47AC4">
        <w:tc>
          <w:tcPr>
            <w:tcW w:w="1678" w:type="dxa"/>
          </w:tcPr>
          <w:p w14:paraId="12E8715E" w14:textId="77777777" w:rsidR="00BB6F9E" w:rsidRPr="00D45A4B" w:rsidRDefault="00BB6F9E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7A51DC51" w14:textId="77777777" w:rsidR="00BB6F9E" w:rsidRPr="00D45A4B" w:rsidRDefault="00BB6F9E" w:rsidP="00E47AC4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4A66D4EA">
              <w:rPr>
                <w:rFonts w:ascii="Corbel" w:hAnsi="Corbel"/>
                <w:sz w:val="23"/>
                <w:szCs w:val="23"/>
              </w:rPr>
              <w:t>Zna w zaawansowanym stopniu funkcjonowanie i zadania międzynarodowych instytucji i pomiotów ochrony praw konsumentów</w:t>
            </w:r>
          </w:p>
        </w:tc>
        <w:tc>
          <w:tcPr>
            <w:tcW w:w="1865" w:type="dxa"/>
          </w:tcPr>
          <w:p w14:paraId="317DFFF8" w14:textId="77777777" w:rsidR="00BB6F9E" w:rsidRPr="00D45A4B" w:rsidRDefault="00BB6F9E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BB6F9E" w:rsidRPr="00D45A4B" w14:paraId="34BDB859" w14:textId="77777777" w:rsidTr="00E47AC4">
        <w:tc>
          <w:tcPr>
            <w:tcW w:w="1678" w:type="dxa"/>
          </w:tcPr>
          <w:p w14:paraId="0A00FBE1" w14:textId="77777777" w:rsidR="00BB6F9E" w:rsidRPr="00D45A4B" w:rsidRDefault="00BB6F9E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62CBAB25" w14:textId="77777777" w:rsidR="00BB6F9E" w:rsidRPr="00D45A4B" w:rsidRDefault="00BB6F9E" w:rsidP="00E47AC4">
            <w:pPr>
              <w:jc w:val="both"/>
              <w:rPr>
                <w:rFonts w:ascii="Corbel" w:hAnsi="Corbel"/>
                <w:sz w:val="23"/>
                <w:szCs w:val="23"/>
              </w:rPr>
            </w:pPr>
            <w:r w:rsidRPr="4A66D4EA">
              <w:rPr>
                <w:rFonts w:ascii="Corbel" w:hAnsi="Corbel"/>
                <w:sz w:val="23"/>
                <w:szCs w:val="23"/>
              </w:rPr>
              <w:t xml:space="preserve">Zna w zaawansowanym stopniu podstawowe zasady funkcjonowania i cel działalności międzynarodowych konsumenckich organizacji pozarządowych. </w:t>
            </w:r>
          </w:p>
        </w:tc>
        <w:tc>
          <w:tcPr>
            <w:tcW w:w="1865" w:type="dxa"/>
          </w:tcPr>
          <w:p w14:paraId="3A71A46D" w14:textId="77777777" w:rsidR="00BB6F9E" w:rsidRPr="00D45A4B" w:rsidRDefault="00BB6F9E" w:rsidP="00E47AC4">
            <w:pPr>
              <w:jc w:val="center"/>
              <w:rPr>
                <w:rFonts w:ascii="Corbel" w:hAnsi="Corbel"/>
              </w:rPr>
            </w:pPr>
            <w:r w:rsidRPr="00D45A4B">
              <w:rPr>
                <w:rFonts w:ascii="Corbel" w:hAnsi="Corbel"/>
                <w:sz w:val="23"/>
                <w:szCs w:val="23"/>
              </w:rPr>
              <w:t>K_W03</w:t>
            </w:r>
          </w:p>
        </w:tc>
      </w:tr>
      <w:tr w:rsidR="00BB6F9E" w:rsidRPr="00D45A4B" w14:paraId="59E94A65" w14:textId="77777777" w:rsidTr="00E47AC4">
        <w:tc>
          <w:tcPr>
            <w:tcW w:w="1678" w:type="dxa"/>
          </w:tcPr>
          <w:p w14:paraId="6D56047F" w14:textId="77777777" w:rsidR="00BB6F9E" w:rsidRPr="00D45A4B" w:rsidRDefault="00BB6F9E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17F777FF" w14:textId="77777777" w:rsidR="00BB6F9E" w:rsidRPr="00D45A4B" w:rsidRDefault="00BB6F9E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</w:rPr>
              <w:t>Dokonuje interpretacji nieuczciwych praktyk rynkowych w przestrzeni międzynarodowej stosowanych przez przedsiębiorców</w:t>
            </w:r>
          </w:p>
        </w:tc>
        <w:tc>
          <w:tcPr>
            <w:tcW w:w="1865" w:type="dxa"/>
          </w:tcPr>
          <w:p w14:paraId="0BC32EDB" w14:textId="77777777" w:rsidR="00BB6F9E" w:rsidRPr="00D45A4B" w:rsidRDefault="00BB6F9E" w:rsidP="00E47AC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BB6F9E" w:rsidRPr="00D45A4B" w14:paraId="6AEA96B0" w14:textId="77777777" w:rsidTr="00E47AC4">
        <w:tc>
          <w:tcPr>
            <w:tcW w:w="1678" w:type="dxa"/>
          </w:tcPr>
          <w:p w14:paraId="65D7DF6D" w14:textId="77777777" w:rsidR="00BB6F9E" w:rsidRPr="00D45A4B" w:rsidRDefault="00BB6F9E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25A35787" w14:textId="77777777" w:rsidR="00BB6F9E" w:rsidRPr="00D45A4B" w:rsidRDefault="00BB6F9E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</w:rPr>
              <w:t>Dokonuje analizy genezy, międzynarodowej ochrony praw konsumentów, a także wykorzystuje posiadaną wiedzę do przewidywania perspektyw tej ochrony.</w:t>
            </w:r>
          </w:p>
        </w:tc>
        <w:tc>
          <w:tcPr>
            <w:tcW w:w="1865" w:type="dxa"/>
          </w:tcPr>
          <w:p w14:paraId="0661A459" w14:textId="77777777" w:rsidR="00BB6F9E" w:rsidRPr="00D45A4B" w:rsidRDefault="00BB6F9E" w:rsidP="00E47AC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BB6F9E" w:rsidRPr="00D45A4B" w14:paraId="5153EB87" w14:textId="77777777" w:rsidTr="00E47AC4">
        <w:tc>
          <w:tcPr>
            <w:tcW w:w="1678" w:type="dxa"/>
          </w:tcPr>
          <w:p w14:paraId="44A3CC28" w14:textId="77777777" w:rsidR="00BB6F9E" w:rsidRPr="00D45A4B" w:rsidRDefault="00BB6F9E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14:paraId="5ADBFBDD" w14:textId="77777777" w:rsidR="00BB6F9E" w:rsidRPr="00D45A4B" w:rsidRDefault="00BB6F9E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A66D4EA">
              <w:rPr>
                <w:rFonts w:ascii="Corbel" w:hAnsi="Corbel"/>
                <w:sz w:val="24"/>
                <w:szCs w:val="24"/>
              </w:rPr>
              <w:t xml:space="preserve">Jest gotów do aktywnego udziału w rozwoju społeczeństwa obywatelskiego, poprzez aktywny udział </w:t>
            </w:r>
            <w:r>
              <w:br/>
            </w:r>
            <w:r w:rsidRPr="4A66D4EA">
              <w:rPr>
                <w:rFonts w:ascii="Corbel" w:hAnsi="Corbel"/>
                <w:sz w:val="24"/>
                <w:szCs w:val="24"/>
              </w:rPr>
              <w:t xml:space="preserve">w inicjatywach pozarządowych organizacji konsumenckich o zasięgu międzynarodowym. </w:t>
            </w:r>
          </w:p>
        </w:tc>
        <w:tc>
          <w:tcPr>
            <w:tcW w:w="1865" w:type="dxa"/>
          </w:tcPr>
          <w:p w14:paraId="445A2540" w14:textId="77777777" w:rsidR="00BB6F9E" w:rsidRPr="00D45A4B" w:rsidRDefault="00BB6F9E" w:rsidP="00E47AC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29922062" w14:textId="77777777" w:rsidR="00BB6F9E" w:rsidRPr="00D45A4B" w:rsidRDefault="00BB6F9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101652C" w14:textId="77777777" w:rsidR="001D7B54" w:rsidRPr="00D45A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E1D115" w14:textId="77777777" w:rsidR="0085747A" w:rsidRPr="00D45A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45A4B">
        <w:rPr>
          <w:rFonts w:ascii="Corbel" w:hAnsi="Corbel"/>
          <w:b/>
          <w:sz w:val="24"/>
          <w:szCs w:val="24"/>
        </w:rPr>
        <w:t>3.3</w:t>
      </w:r>
      <w:r w:rsidR="001D7B54" w:rsidRPr="00D45A4B">
        <w:rPr>
          <w:rFonts w:ascii="Corbel" w:hAnsi="Corbel"/>
          <w:b/>
          <w:sz w:val="24"/>
          <w:szCs w:val="24"/>
        </w:rPr>
        <w:t xml:space="preserve"> </w:t>
      </w:r>
      <w:r w:rsidR="0085747A" w:rsidRPr="00D45A4B">
        <w:rPr>
          <w:rFonts w:ascii="Corbel" w:hAnsi="Corbel"/>
          <w:b/>
          <w:sz w:val="24"/>
          <w:szCs w:val="24"/>
        </w:rPr>
        <w:t>T</w:t>
      </w:r>
      <w:r w:rsidR="001D7B54" w:rsidRPr="00D45A4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5A4B">
        <w:rPr>
          <w:rFonts w:ascii="Corbel" w:hAnsi="Corbel"/>
          <w:sz w:val="24"/>
          <w:szCs w:val="24"/>
        </w:rPr>
        <w:t xml:space="preserve">  </w:t>
      </w:r>
    </w:p>
    <w:p w14:paraId="2CB3D273" w14:textId="77777777" w:rsidR="0085747A" w:rsidRPr="00D45A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5A4B">
        <w:rPr>
          <w:rFonts w:ascii="Corbel" w:hAnsi="Corbel"/>
          <w:sz w:val="24"/>
          <w:szCs w:val="24"/>
        </w:rPr>
        <w:t xml:space="preserve">Problematyka </w:t>
      </w:r>
      <w:r w:rsidR="007E4A20" w:rsidRPr="00D45A4B">
        <w:rPr>
          <w:rFonts w:ascii="Corbel" w:hAnsi="Corbel"/>
          <w:sz w:val="24"/>
          <w:szCs w:val="24"/>
        </w:rPr>
        <w:t>konwersatorium</w:t>
      </w:r>
    </w:p>
    <w:p w14:paraId="1299C43A" w14:textId="77777777" w:rsidR="00675843" w:rsidRPr="00D45A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5A4B" w14:paraId="587EA2A8" w14:textId="77777777" w:rsidTr="2B4BB40A">
        <w:tc>
          <w:tcPr>
            <w:tcW w:w="9639" w:type="dxa"/>
          </w:tcPr>
          <w:p w14:paraId="35113026" w14:textId="77777777" w:rsidR="0085747A" w:rsidRPr="00D45A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4A20" w:rsidRPr="00D45A4B" w14:paraId="3FDB6931" w14:textId="77777777" w:rsidTr="2B4BB40A">
        <w:tc>
          <w:tcPr>
            <w:tcW w:w="9639" w:type="dxa"/>
          </w:tcPr>
          <w:p w14:paraId="3763D0C6" w14:textId="77777777" w:rsidR="007E4A20" w:rsidRPr="00D45A4B" w:rsidRDefault="007E4A2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Zajęcia organizacyjne/ podstawowe definicje</w:t>
            </w:r>
          </w:p>
        </w:tc>
      </w:tr>
      <w:tr w:rsidR="007E4A20" w:rsidRPr="00D45A4B" w14:paraId="5290CB67" w14:textId="77777777" w:rsidTr="2B4BB40A">
        <w:tc>
          <w:tcPr>
            <w:tcW w:w="9639" w:type="dxa"/>
          </w:tcPr>
          <w:p w14:paraId="52F4998F" w14:textId="77777777" w:rsidR="007E4A20" w:rsidRPr="00D45A4B" w:rsidRDefault="007E4A2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lastRenderedPageBreak/>
              <w:t>Kim jest konsument – regulacje prawne i jakie ma prawa?</w:t>
            </w:r>
          </w:p>
        </w:tc>
      </w:tr>
      <w:tr w:rsidR="007E4A20" w:rsidRPr="00D45A4B" w14:paraId="5C07EA59" w14:textId="77777777" w:rsidTr="2B4BB40A">
        <w:tc>
          <w:tcPr>
            <w:tcW w:w="9639" w:type="dxa"/>
          </w:tcPr>
          <w:p w14:paraId="614D49A9" w14:textId="77777777" w:rsidR="007E4A2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 xml:space="preserve">Rozwój praw </w:t>
            </w:r>
            <w:r w:rsidR="007E4A20" w:rsidRPr="00D45A4B">
              <w:rPr>
                <w:rFonts w:ascii="Corbel" w:hAnsi="Corbel"/>
                <w:sz w:val="24"/>
              </w:rPr>
              <w:t>kon</w:t>
            </w:r>
            <w:r w:rsidRPr="00D45A4B">
              <w:rPr>
                <w:rFonts w:ascii="Corbel" w:hAnsi="Corbel"/>
                <w:sz w:val="24"/>
              </w:rPr>
              <w:t>sumenta na świecie</w:t>
            </w:r>
            <w:r w:rsidR="007E4A20" w:rsidRPr="00D45A4B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2A2B90" w:rsidRPr="00D45A4B" w14:paraId="65B3296C" w14:textId="77777777" w:rsidTr="2B4BB40A">
        <w:tc>
          <w:tcPr>
            <w:tcW w:w="9639" w:type="dxa"/>
          </w:tcPr>
          <w:p w14:paraId="4AD199C9" w14:textId="77777777" w:rsidR="002A2B9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Prawa konsumenta w USA</w:t>
            </w:r>
          </w:p>
        </w:tc>
      </w:tr>
      <w:tr w:rsidR="007E4A20" w:rsidRPr="00D45A4B" w14:paraId="60C94A3C" w14:textId="77777777" w:rsidTr="2B4BB40A">
        <w:tc>
          <w:tcPr>
            <w:tcW w:w="9639" w:type="dxa"/>
          </w:tcPr>
          <w:p w14:paraId="1DEB53DB" w14:textId="77777777" w:rsidR="007E4A2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Ochrona praw konsumenta w Unii Europejskiej</w:t>
            </w:r>
          </w:p>
        </w:tc>
      </w:tr>
      <w:tr w:rsidR="002A2B90" w:rsidRPr="00D45A4B" w14:paraId="197CE310" w14:textId="77777777" w:rsidTr="2B4BB40A">
        <w:tc>
          <w:tcPr>
            <w:tcW w:w="9639" w:type="dxa"/>
          </w:tcPr>
          <w:p w14:paraId="014CF215" w14:textId="77777777" w:rsidR="002A2B9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Umowa konsumencka</w:t>
            </w:r>
          </w:p>
        </w:tc>
      </w:tr>
      <w:tr w:rsidR="002A2B90" w:rsidRPr="00D45A4B" w14:paraId="51050217" w14:textId="77777777" w:rsidTr="2B4BB40A">
        <w:tc>
          <w:tcPr>
            <w:tcW w:w="9639" w:type="dxa"/>
          </w:tcPr>
          <w:p w14:paraId="083C018A" w14:textId="77777777" w:rsidR="002A2B90" w:rsidRPr="00D45A4B" w:rsidRDefault="002A2B90" w:rsidP="00485CF9">
            <w:pPr>
              <w:shd w:val="clear" w:color="auto" w:fill="FFFFFF"/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Międzynarodowe instytucje i podmioty ochrony praw konsumentów</w:t>
            </w:r>
          </w:p>
        </w:tc>
      </w:tr>
      <w:tr w:rsidR="002A2B90" w:rsidRPr="00D45A4B" w14:paraId="0D69465A" w14:textId="77777777" w:rsidTr="2B4BB40A">
        <w:tc>
          <w:tcPr>
            <w:tcW w:w="9639" w:type="dxa"/>
          </w:tcPr>
          <w:p w14:paraId="32F458CA" w14:textId="624B7924" w:rsidR="002A2B90" w:rsidRPr="00D45A4B" w:rsidRDefault="002A2B90" w:rsidP="2B4BB40A">
            <w:pPr>
              <w:shd w:val="clear" w:color="auto" w:fill="FFFFFF" w:themeFill="background1"/>
              <w:rPr>
                <w:rFonts w:ascii="Corbel" w:hAnsi="Corbel"/>
                <w:sz w:val="24"/>
                <w:szCs w:val="24"/>
              </w:rPr>
            </w:pPr>
            <w:r w:rsidRPr="2B4BB40A">
              <w:rPr>
                <w:rFonts w:ascii="Corbel" w:hAnsi="Corbel"/>
                <w:sz w:val="24"/>
                <w:szCs w:val="24"/>
              </w:rPr>
              <w:t>Międzynarodowe konsumenckie organizacje pozarządowe</w:t>
            </w:r>
          </w:p>
        </w:tc>
      </w:tr>
      <w:tr w:rsidR="007E4A20" w:rsidRPr="00D45A4B" w14:paraId="012AACD0" w14:textId="77777777" w:rsidTr="2B4BB40A">
        <w:tc>
          <w:tcPr>
            <w:tcW w:w="9639" w:type="dxa"/>
          </w:tcPr>
          <w:p w14:paraId="3EEAB3FD" w14:textId="77777777" w:rsidR="007E4A20" w:rsidRPr="00D45A4B" w:rsidRDefault="007E4A20" w:rsidP="00485CF9">
            <w:pPr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>Nieuczciwe praktyki rynkowe</w:t>
            </w:r>
          </w:p>
        </w:tc>
      </w:tr>
      <w:tr w:rsidR="007E4A20" w:rsidRPr="00D45A4B" w14:paraId="07DF058C" w14:textId="77777777" w:rsidTr="2B4BB40A">
        <w:tc>
          <w:tcPr>
            <w:tcW w:w="9639" w:type="dxa"/>
          </w:tcPr>
          <w:p w14:paraId="7B72CADD" w14:textId="77777777" w:rsidR="007E4A20" w:rsidRPr="00D45A4B" w:rsidRDefault="007E4A20" w:rsidP="002A2B90">
            <w:pPr>
              <w:rPr>
                <w:rFonts w:ascii="Corbel" w:hAnsi="Corbel"/>
                <w:sz w:val="24"/>
              </w:rPr>
            </w:pPr>
            <w:r w:rsidRPr="00D45A4B">
              <w:rPr>
                <w:rFonts w:ascii="Corbel" w:hAnsi="Corbel"/>
                <w:sz w:val="24"/>
              </w:rPr>
              <w:t xml:space="preserve">Dochodzenie roszczeń konsumentów </w:t>
            </w:r>
          </w:p>
        </w:tc>
      </w:tr>
    </w:tbl>
    <w:p w14:paraId="4DDBEF00" w14:textId="77777777" w:rsidR="0085747A" w:rsidRPr="00D45A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F0D56C" w14:textId="77777777" w:rsidR="0085747A" w:rsidRPr="00D45A4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>3.4 Metody dydaktyczne</w:t>
      </w:r>
      <w:r w:rsidRPr="00D45A4B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EEA062" w14:textId="77777777" w:rsidR="00DF2F68" w:rsidRPr="00D45A4B" w:rsidRDefault="00DF2F68" w:rsidP="00DF2F6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5A4B">
        <w:rPr>
          <w:rFonts w:ascii="Corbel" w:hAnsi="Corbel"/>
          <w:b w:val="0"/>
          <w:smallCaps w:val="0"/>
          <w:szCs w:val="24"/>
        </w:rPr>
        <w:t>Praca w grupach analiza studium przypadków</w:t>
      </w:r>
    </w:p>
    <w:p w14:paraId="3CF2D8B6" w14:textId="77777777" w:rsidR="00E960BB" w:rsidRPr="00D45A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D45A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4. </w:t>
      </w:r>
      <w:r w:rsidR="0085747A" w:rsidRPr="00D45A4B">
        <w:rPr>
          <w:rFonts w:ascii="Corbel" w:hAnsi="Corbel"/>
          <w:smallCaps w:val="0"/>
          <w:szCs w:val="24"/>
        </w:rPr>
        <w:t>METODY I KRYTERIA OCENY</w:t>
      </w:r>
      <w:r w:rsidR="009F4610" w:rsidRPr="00D45A4B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D45A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D45A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5A4B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45A4B" w14:paraId="5C3740EA" w14:textId="77777777" w:rsidTr="508245F0">
        <w:tc>
          <w:tcPr>
            <w:tcW w:w="1985" w:type="dxa"/>
            <w:vAlign w:val="center"/>
          </w:tcPr>
          <w:p w14:paraId="59C1A4F7" w14:textId="77777777" w:rsidR="0085747A" w:rsidRPr="00D45A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3E486A62" w:rsidR="0085747A" w:rsidRPr="00D45A4B" w:rsidRDefault="00A84C85" w:rsidP="508245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08245F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35260A0B" w:rsidRPr="508245F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D45A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5A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D45A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D45A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15980" w:rsidRPr="00D45A4B" w14:paraId="737BCE56" w14:textId="77777777" w:rsidTr="508245F0">
        <w:tc>
          <w:tcPr>
            <w:tcW w:w="1985" w:type="dxa"/>
          </w:tcPr>
          <w:p w14:paraId="17368564" w14:textId="77777777" w:rsidR="00F15980" w:rsidRPr="00D45A4B" w:rsidRDefault="00F159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5A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85FE8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indywidualnej pracy studenta podczas zajęć</w:t>
            </w:r>
          </w:p>
        </w:tc>
        <w:tc>
          <w:tcPr>
            <w:tcW w:w="2126" w:type="dxa"/>
          </w:tcPr>
          <w:p w14:paraId="3F1C56C9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4F452431" w14:textId="77777777" w:rsidTr="508245F0">
        <w:tc>
          <w:tcPr>
            <w:tcW w:w="1985" w:type="dxa"/>
          </w:tcPr>
          <w:p w14:paraId="727CF0E4" w14:textId="77777777" w:rsidR="00F15980" w:rsidRPr="00D45A4B" w:rsidRDefault="00F159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5A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E897B1E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Referat</w:t>
            </w:r>
          </w:p>
        </w:tc>
        <w:tc>
          <w:tcPr>
            <w:tcW w:w="2126" w:type="dxa"/>
          </w:tcPr>
          <w:p w14:paraId="569C77CD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65217848" w14:textId="77777777" w:rsidTr="508245F0">
        <w:tc>
          <w:tcPr>
            <w:tcW w:w="1985" w:type="dxa"/>
          </w:tcPr>
          <w:p w14:paraId="17267E2A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45A4B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</w:tcPr>
          <w:p w14:paraId="5A07A3BC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wypowiedzi studenta</w:t>
            </w:r>
          </w:p>
        </w:tc>
        <w:tc>
          <w:tcPr>
            <w:tcW w:w="2126" w:type="dxa"/>
          </w:tcPr>
          <w:p w14:paraId="6EBE0FA3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40BF5913" w14:textId="77777777" w:rsidTr="508245F0">
        <w:tc>
          <w:tcPr>
            <w:tcW w:w="1985" w:type="dxa"/>
          </w:tcPr>
          <w:p w14:paraId="5990E71B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7A877A2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udziału studenta w dyskusji</w:t>
            </w:r>
          </w:p>
        </w:tc>
        <w:tc>
          <w:tcPr>
            <w:tcW w:w="2126" w:type="dxa"/>
          </w:tcPr>
          <w:p w14:paraId="3B93665F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296AF62B" w14:textId="77777777" w:rsidTr="508245F0">
        <w:tc>
          <w:tcPr>
            <w:tcW w:w="1985" w:type="dxa"/>
          </w:tcPr>
          <w:p w14:paraId="4A2F1096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56B4E0C7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indywidualnej pracy studenta</w:t>
            </w:r>
          </w:p>
        </w:tc>
        <w:tc>
          <w:tcPr>
            <w:tcW w:w="2126" w:type="dxa"/>
          </w:tcPr>
          <w:p w14:paraId="69371403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  <w:tr w:rsidR="00F15980" w:rsidRPr="00D45A4B" w14:paraId="3C8E1D5B" w14:textId="77777777" w:rsidTr="508245F0">
        <w:tc>
          <w:tcPr>
            <w:tcW w:w="1985" w:type="dxa"/>
          </w:tcPr>
          <w:p w14:paraId="1E73F495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63435746" w14:textId="77777777" w:rsidR="00F15980" w:rsidRPr="00D45A4B" w:rsidRDefault="00F15980" w:rsidP="00485CF9">
            <w:pPr>
              <w:rPr>
                <w:rFonts w:ascii="Corbel" w:hAnsi="Corbel"/>
              </w:rPr>
            </w:pPr>
            <w:r w:rsidRPr="00D45A4B">
              <w:rPr>
                <w:rFonts w:ascii="Corbel" w:hAnsi="Corbel"/>
              </w:rPr>
              <w:t>Ocena udziału studenta w dyskusji</w:t>
            </w:r>
          </w:p>
        </w:tc>
        <w:tc>
          <w:tcPr>
            <w:tcW w:w="2126" w:type="dxa"/>
          </w:tcPr>
          <w:p w14:paraId="1799DE39" w14:textId="77777777" w:rsidR="00F15980" w:rsidRPr="00D45A4B" w:rsidRDefault="00F15980" w:rsidP="00485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45A4B">
              <w:rPr>
                <w:rFonts w:ascii="Corbel" w:hAnsi="Corbel"/>
                <w:b w:val="0"/>
                <w:smallCaps w:val="0"/>
                <w:sz w:val="22"/>
              </w:rPr>
              <w:t>konwersatorium</w:t>
            </w:r>
          </w:p>
        </w:tc>
      </w:tr>
    </w:tbl>
    <w:p w14:paraId="34CE0A41" w14:textId="77777777" w:rsidR="00923D7D" w:rsidRPr="00D45A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D45A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4.2 </w:t>
      </w:r>
      <w:r w:rsidR="0085747A" w:rsidRPr="00D45A4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5A4B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D45A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5A4B" w14:paraId="68D4E31B" w14:textId="77777777" w:rsidTr="00923D7D">
        <w:tc>
          <w:tcPr>
            <w:tcW w:w="9670" w:type="dxa"/>
          </w:tcPr>
          <w:p w14:paraId="3002B07F" w14:textId="77777777" w:rsidR="0085747A" w:rsidRPr="00D45A4B" w:rsidRDefault="001B1C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kern w:val="1"/>
              </w:rPr>
              <w:t>obecność na zajęciach, aktywność, udział w dyskusjach problemowych, referat.</w:t>
            </w:r>
          </w:p>
          <w:p w14:paraId="6D98A12B" w14:textId="77777777" w:rsidR="0085747A" w:rsidRPr="00D45A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46DB82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09DA2258" w:rsidR="009F4610" w:rsidRPr="00D45A4B" w:rsidRDefault="00D760D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D45A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5A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D45A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5A4B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D45A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5A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5A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5A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D45A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5A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5A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5A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5A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61B1" w:rsidRPr="00D45A4B" w14:paraId="7BC2E163" w14:textId="77777777" w:rsidTr="00923D7D">
        <w:tc>
          <w:tcPr>
            <w:tcW w:w="4962" w:type="dxa"/>
          </w:tcPr>
          <w:p w14:paraId="1AB692D5" w14:textId="77777777" w:rsidR="007E61B1" w:rsidRPr="00D45A4B" w:rsidRDefault="007E61B1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72A4FFC0" w14:textId="77777777" w:rsidR="007E61B1" w:rsidRPr="00D45A4B" w:rsidRDefault="00B67E28" w:rsidP="00485CF9">
            <w:pPr>
              <w:pStyle w:val="Akapitzlist"/>
              <w:tabs>
                <w:tab w:val="left" w:pos="1455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E61B1" w:rsidRPr="00D45A4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E61B1" w:rsidRPr="00D45A4B" w14:paraId="616E613F" w14:textId="77777777" w:rsidTr="00923D7D">
        <w:tc>
          <w:tcPr>
            <w:tcW w:w="4962" w:type="dxa"/>
          </w:tcPr>
          <w:p w14:paraId="2750A6CD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ABEFC1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FDD700" w14:textId="77777777" w:rsidR="007E61B1" w:rsidRPr="00D45A4B" w:rsidRDefault="007E61B1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E61B1" w:rsidRPr="00D45A4B" w14:paraId="5548879C" w14:textId="77777777" w:rsidTr="00923D7D">
        <w:tc>
          <w:tcPr>
            <w:tcW w:w="4962" w:type="dxa"/>
          </w:tcPr>
          <w:p w14:paraId="7660431A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5C510C" w14:textId="77777777" w:rsidR="007E61B1" w:rsidRPr="00D45A4B" w:rsidRDefault="00B67E28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E61B1" w:rsidRPr="00D45A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E61B1" w:rsidRPr="00D45A4B" w14:paraId="03639AFE" w14:textId="77777777" w:rsidTr="00923D7D">
        <w:tc>
          <w:tcPr>
            <w:tcW w:w="4962" w:type="dxa"/>
          </w:tcPr>
          <w:p w14:paraId="3D4B2727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8EA849" w14:textId="77777777" w:rsidR="007E61B1" w:rsidRPr="00D45A4B" w:rsidRDefault="007E61B1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E61B1" w:rsidRPr="00D45A4B" w14:paraId="42922784" w14:textId="77777777" w:rsidTr="00923D7D">
        <w:tc>
          <w:tcPr>
            <w:tcW w:w="4962" w:type="dxa"/>
          </w:tcPr>
          <w:p w14:paraId="5FD1C35E" w14:textId="77777777" w:rsidR="007E61B1" w:rsidRPr="00D45A4B" w:rsidRDefault="007E61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5A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7E61B1" w:rsidRPr="00D45A4B" w:rsidRDefault="007E61B1" w:rsidP="0048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5A4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D45A4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5A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5A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D45A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D45A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6. </w:t>
      </w:r>
      <w:r w:rsidR="0085747A" w:rsidRPr="00D45A4B">
        <w:rPr>
          <w:rFonts w:ascii="Corbel" w:hAnsi="Corbel"/>
          <w:smallCaps w:val="0"/>
          <w:szCs w:val="24"/>
        </w:rPr>
        <w:t>PRAKTYKI ZAWO</w:t>
      </w:r>
      <w:r w:rsidR="009C1331" w:rsidRPr="00D45A4B">
        <w:rPr>
          <w:rFonts w:ascii="Corbel" w:hAnsi="Corbel"/>
          <w:smallCaps w:val="0"/>
          <w:szCs w:val="24"/>
        </w:rPr>
        <w:t>DOWE W RAMACH PRZEDMIOTU</w:t>
      </w:r>
    </w:p>
    <w:p w14:paraId="6B699379" w14:textId="77777777" w:rsidR="0085747A" w:rsidRPr="00D45A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5A4B" w14:paraId="146D6691" w14:textId="77777777" w:rsidTr="508245F0">
        <w:trPr>
          <w:trHeight w:val="397"/>
        </w:trPr>
        <w:tc>
          <w:tcPr>
            <w:tcW w:w="3544" w:type="dxa"/>
          </w:tcPr>
          <w:p w14:paraId="55E98D25" w14:textId="77777777" w:rsidR="0085747A" w:rsidRPr="00D45A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FE9F23F" w14:textId="07828475" w:rsidR="0085747A" w:rsidRPr="00D45A4B" w:rsidRDefault="79B61A92" w:rsidP="50824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08245F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D45A4B" w14:paraId="05EFD703" w14:textId="77777777" w:rsidTr="508245F0">
        <w:trPr>
          <w:trHeight w:val="397"/>
        </w:trPr>
        <w:tc>
          <w:tcPr>
            <w:tcW w:w="3544" w:type="dxa"/>
          </w:tcPr>
          <w:p w14:paraId="7C3ADC5D" w14:textId="77777777" w:rsidR="0085747A" w:rsidRPr="00D45A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5A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F72F646" w14:textId="5C5AA009" w:rsidR="0085747A" w:rsidRPr="00D45A4B" w:rsidRDefault="66D31B7E" w:rsidP="50824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08245F0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8CE6F91" w14:textId="77777777" w:rsidR="003E1941" w:rsidRPr="00D45A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D45A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5A4B">
        <w:rPr>
          <w:rFonts w:ascii="Corbel" w:hAnsi="Corbel"/>
          <w:smallCaps w:val="0"/>
          <w:szCs w:val="24"/>
        </w:rPr>
        <w:t xml:space="preserve">7. </w:t>
      </w:r>
      <w:r w:rsidR="0085747A" w:rsidRPr="00D45A4B">
        <w:rPr>
          <w:rFonts w:ascii="Corbel" w:hAnsi="Corbel"/>
          <w:smallCaps w:val="0"/>
          <w:szCs w:val="24"/>
        </w:rPr>
        <w:t>LITERATURA</w:t>
      </w:r>
      <w:r w:rsidRPr="00D45A4B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D45A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45A4B" w14:paraId="2D9E2A53" w14:textId="77777777" w:rsidTr="508245F0">
        <w:trPr>
          <w:trHeight w:val="397"/>
        </w:trPr>
        <w:tc>
          <w:tcPr>
            <w:tcW w:w="9497" w:type="dxa"/>
          </w:tcPr>
          <w:p w14:paraId="729C9695" w14:textId="77777777" w:rsidR="0085747A" w:rsidRPr="00D45A4B" w:rsidRDefault="0085747A" w:rsidP="508245F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08245F0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42CD95B" w14:textId="2D591685" w:rsidR="508245F0" w:rsidRDefault="508245F0" w:rsidP="508245F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9F1D600" w14:textId="77777777" w:rsidR="00E653B4" w:rsidRPr="00D45A4B" w:rsidRDefault="00E653B4" w:rsidP="508245F0">
            <w:pPr>
              <w:tabs>
                <w:tab w:val="left" w:pos="4290"/>
              </w:tabs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08245F0">
              <w:rPr>
                <w:rFonts w:ascii="Corbel" w:hAnsi="Corbel"/>
                <w:sz w:val="24"/>
                <w:szCs w:val="24"/>
              </w:rPr>
              <w:t xml:space="preserve">Jagielska M.,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</w:rPr>
              <w:t>Ewolucja ochrony konsumenta w prawie kolizyjnym Unii Europejskiej w zakresie zobowiązań umownych</w:t>
            </w:r>
            <w:r w:rsidRPr="508245F0">
              <w:rPr>
                <w:rFonts w:ascii="Corbel" w:hAnsi="Corbel"/>
                <w:sz w:val="24"/>
                <w:szCs w:val="24"/>
              </w:rPr>
              <w:t>, Wydawnictwo C. H. Beck Warszawa, 2010.</w:t>
            </w:r>
          </w:p>
          <w:p w14:paraId="49EA85A0" w14:textId="1A74352B" w:rsidR="00E653B4" w:rsidRPr="00D45A4B" w:rsidRDefault="00E653B4" w:rsidP="508245F0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508245F0">
              <w:rPr>
                <w:rFonts w:ascii="Corbel" w:hAnsi="Corbel"/>
                <w:sz w:val="24"/>
                <w:szCs w:val="24"/>
                <w:lang w:val="en-US"/>
              </w:rPr>
              <w:t xml:space="preserve">Malczyńska-Biały M.,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The specificities of modern European consumer society in European </w:t>
            </w:r>
            <w:r w:rsidRPr="00130031">
              <w:rPr>
                <w:lang w:val="en-GB"/>
              </w:rPr>
              <w:tab/>
            </w:r>
            <w:r w:rsidRPr="508245F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Union</w:t>
            </w:r>
            <w:r w:rsidRPr="508245F0">
              <w:rPr>
                <w:rFonts w:ascii="Corbel" w:hAnsi="Corbel"/>
                <w:sz w:val="24"/>
                <w:szCs w:val="24"/>
                <w:lang w:val="en-US"/>
              </w:rPr>
              <w:t>, „Przegląd Europejski” 2019 nr 4.</w:t>
            </w:r>
          </w:p>
          <w:p w14:paraId="6F67C8AB" w14:textId="31EAA50A" w:rsidR="00E653B4" w:rsidRPr="00D45A4B" w:rsidRDefault="00E653B4" w:rsidP="508245F0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08245F0">
              <w:rPr>
                <w:rFonts w:ascii="Corbel" w:hAnsi="Corbel"/>
                <w:sz w:val="24"/>
                <w:szCs w:val="24"/>
              </w:rPr>
              <w:t xml:space="preserve">Malczyńska-Biały M.,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</w:rPr>
              <w:t>Konsumeryzm w Stanach Zjednoczonych Ameryki</w:t>
            </w:r>
            <w:r w:rsidRPr="508245F0">
              <w:rPr>
                <w:rFonts w:ascii="Corbel" w:hAnsi="Corbel"/>
                <w:sz w:val="24"/>
                <w:szCs w:val="24"/>
              </w:rPr>
              <w:t>, „Polityka i Społeczeństwo” 2012, nr 10.</w:t>
            </w:r>
          </w:p>
          <w:p w14:paraId="59EFDCE3" w14:textId="77777777" w:rsidR="00E653B4" w:rsidRPr="00D45A4B" w:rsidRDefault="00E653B4" w:rsidP="508245F0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508245F0">
              <w:rPr>
                <w:rFonts w:ascii="Corbel" w:hAnsi="Corbel"/>
                <w:sz w:val="24"/>
                <w:szCs w:val="24"/>
                <w:lang w:val="en-US"/>
              </w:rPr>
              <w:t xml:space="preserve">Malczyńska-Biały M.,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Consumer safety in European Union cross-border trade. Selected </w:t>
            </w:r>
            <w:r w:rsidRPr="00130031">
              <w:rPr>
                <w:lang w:val="en-GB"/>
              </w:rPr>
              <w:tab/>
            </w:r>
            <w:r w:rsidRPr="508245F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aspects</w:t>
            </w:r>
            <w:r w:rsidRPr="508245F0">
              <w:rPr>
                <w:rFonts w:ascii="Corbel" w:hAnsi="Corbel"/>
                <w:sz w:val="24"/>
                <w:szCs w:val="24"/>
                <w:lang w:val="en-US"/>
              </w:rPr>
              <w:t>, „Studia i Materiały. Miscellanea Oeconomicae” 2016, nr 4, t. I.</w:t>
            </w:r>
          </w:p>
          <w:p w14:paraId="769ED426" w14:textId="77777777" w:rsidR="00E653B4" w:rsidRPr="00D45A4B" w:rsidRDefault="00E653B4" w:rsidP="508245F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508245F0">
              <w:rPr>
                <w:rFonts w:ascii="Corbel" w:hAnsi="Corbel"/>
                <w:sz w:val="24"/>
                <w:szCs w:val="24"/>
              </w:rPr>
              <w:t xml:space="preserve">Maliszewska-Nienartowicz J.,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</w:rPr>
              <w:t>Ewolucja ochrony konsumenta w europejskim prawie wspólnotowym</w:t>
            </w:r>
            <w:r w:rsidRPr="508245F0">
              <w:rPr>
                <w:rFonts w:ascii="Corbel" w:hAnsi="Corbel"/>
                <w:sz w:val="24"/>
                <w:szCs w:val="24"/>
              </w:rPr>
              <w:t>, Towarzystwo Naukowe Organizacji i Kierownictwa „Dom Organizatora”, Toruń 2004.</w:t>
            </w:r>
          </w:p>
          <w:p w14:paraId="6BB9E253" w14:textId="77777777" w:rsidR="00E653B4" w:rsidRPr="00D45A4B" w:rsidRDefault="00E653B4" w:rsidP="00E65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45A4B" w14:paraId="093B51E2" w14:textId="77777777" w:rsidTr="508245F0">
        <w:trPr>
          <w:trHeight w:val="397"/>
        </w:trPr>
        <w:tc>
          <w:tcPr>
            <w:tcW w:w="9497" w:type="dxa"/>
          </w:tcPr>
          <w:p w14:paraId="1616B1D9" w14:textId="77777777" w:rsidR="0085747A" w:rsidRPr="00D45A4B" w:rsidRDefault="0085747A" w:rsidP="508245F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</w:rPr>
            </w:pPr>
            <w:r w:rsidRPr="508245F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419EC37D" w14:textId="64B0C429" w:rsidR="508245F0" w:rsidRDefault="508245F0" w:rsidP="508245F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14:paraId="73106217" w14:textId="77777777" w:rsidR="00E653B4" w:rsidRPr="00D45A4B" w:rsidRDefault="00E653B4" w:rsidP="508245F0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08245F0">
              <w:rPr>
                <w:rFonts w:ascii="Corbel" w:hAnsi="Corbel"/>
                <w:sz w:val="24"/>
                <w:szCs w:val="24"/>
              </w:rPr>
              <w:t>Malczyńska-Biały M.,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</w:rPr>
              <w:t xml:space="preserve"> Rozwój sprzedaży transgranicznej jako uwarunkowanie polityki konsumenckiej Unii Europejskiej po 2007 roku</w:t>
            </w:r>
            <w:r w:rsidRPr="508245F0">
              <w:rPr>
                <w:rFonts w:ascii="Corbel" w:hAnsi="Corbel"/>
                <w:sz w:val="24"/>
                <w:szCs w:val="24"/>
              </w:rPr>
              <w:t>, „Krakowskie Studia Międzynarodowe” 2018, nr 4.</w:t>
            </w:r>
          </w:p>
          <w:p w14:paraId="22721323" w14:textId="27C930E1" w:rsidR="00E653B4" w:rsidRPr="00D45A4B" w:rsidRDefault="00E653B4" w:rsidP="508245F0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508245F0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Malczyńska-Biały M.,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 Consumer protection in chosen system of human rights,</w:t>
            </w:r>
            <w:r w:rsidRPr="508245F0">
              <w:rPr>
                <w:rFonts w:ascii="Corbel" w:hAnsi="Corbel"/>
                <w:sz w:val="24"/>
                <w:szCs w:val="24"/>
                <w:lang w:val="en-US"/>
              </w:rPr>
              <w:t xml:space="preserve"> „Polityka i </w:t>
            </w:r>
            <w:r w:rsidR="0692DC69" w:rsidRPr="508245F0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508245F0">
              <w:rPr>
                <w:rFonts w:ascii="Corbel" w:hAnsi="Corbel"/>
                <w:sz w:val="24"/>
                <w:szCs w:val="24"/>
                <w:lang w:val="en-US"/>
              </w:rPr>
              <w:t>Społeczeństwo”, 2018, nr 4.</w:t>
            </w:r>
          </w:p>
          <w:p w14:paraId="7B590EE4" w14:textId="77777777" w:rsidR="00E653B4" w:rsidRPr="00D45A4B" w:rsidRDefault="00E653B4" w:rsidP="508245F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508245F0">
              <w:rPr>
                <w:rFonts w:ascii="Corbel" w:hAnsi="Corbel"/>
                <w:sz w:val="24"/>
                <w:szCs w:val="24"/>
                <w:lang w:val="en-US"/>
              </w:rPr>
              <w:t xml:space="preserve">Van Leeuwen B.,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European Standardisation of  Services and its Impact on Private Law.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</w:rPr>
              <w:t>Paradoxes of Convergence</w:t>
            </w:r>
            <w:r w:rsidRPr="508245F0">
              <w:rPr>
                <w:rFonts w:ascii="Corbel" w:hAnsi="Corbel"/>
                <w:sz w:val="24"/>
                <w:szCs w:val="24"/>
              </w:rPr>
              <w:t>, Hart Publishing, London 2017.</w:t>
            </w:r>
          </w:p>
          <w:p w14:paraId="6253F89A" w14:textId="77777777" w:rsidR="00E653B4" w:rsidRPr="00D45A4B" w:rsidRDefault="00E653B4" w:rsidP="508245F0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508245F0">
              <w:rPr>
                <w:rFonts w:ascii="Corbel" w:hAnsi="Corbel"/>
                <w:sz w:val="24"/>
                <w:szCs w:val="24"/>
              </w:rPr>
              <w:t xml:space="preserve">Wątroba W., </w:t>
            </w:r>
            <w:r w:rsidRPr="508245F0">
              <w:rPr>
                <w:rFonts w:ascii="Corbel" w:hAnsi="Corbel"/>
                <w:i/>
                <w:iCs/>
                <w:sz w:val="24"/>
                <w:szCs w:val="24"/>
              </w:rPr>
              <w:t>Społeczeństwo konsumpcyjne w dobie globalizacji</w:t>
            </w:r>
            <w:r w:rsidRPr="508245F0">
              <w:rPr>
                <w:rFonts w:ascii="Corbel" w:hAnsi="Corbel"/>
                <w:sz w:val="24"/>
                <w:szCs w:val="24"/>
              </w:rPr>
              <w:t xml:space="preserve">, Wydawnictwo Akademii Ekonomicznej im. </w:t>
            </w:r>
            <w:r w:rsidRPr="508245F0">
              <w:rPr>
                <w:rFonts w:ascii="Corbel" w:hAnsi="Corbel"/>
                <w:sz w:val="24"/>
                <w:szCs w:val="24"/>
                <w:lang w:val="en-US"/>
              </w:rPr>
              <w:t>Oskara Langego, Wrocław 2006.</w:t>
            </w:r>
          </w:p>
        </w:tc>
      </w:tr>
    </w:tbl>
    <w:p w14:paraId="52E56223" w14:textId="77777777" w:rsidR="0085747A" w:rsidRPr="00D45A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1F88A98" w14:textId="77777777" w:rsidR="0085747A" w:rsidRPr="00D45A4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5A4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5A4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B0E2B" w14:textId="77777777" w:rsidR="00F573F7" w:rsidRDefault="00F573F7" w:rsidP="00C16ABF">
      <w:pPr>
        <w:spacing w:after="0" w:line="240" w:lineRule="auto"/>
      </w:pPr>
      <w:r>
        <w:separator/>
      </w:r>
    </w:p>
  </w:endnote>
  <w:endnote w:type="continuationSeparator" w:id="0">
    <w:p w14:paraId="1F754868" w14:textId="77777777" w:rsidR="00F573F7" w:rsidRDefault="00F573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AC57D" w14:textId="77777777" w:rsidR="00F573F7" w:rsidRDefault="00F573F7" w:rsidP="00C16ABF">
      <w:pPr>
        <w:spacing w:after="0" w:line="240" w:lineRule="auto"/>
      </w:pPr>
      <w:r>
        <w:separator/>
      </w:r>
    </w:p>
  </w:footnote>
  <w:footnote w:type="continuationSeparator" w:id="0">
    <w:p w14:paraId="594E7C3D" w14:textId="77777777" w:rsidR="00F573F7" w:rsidRDefault="00F573F7" w:rsidP="00C16ABF">
      <w:pPr>
        <w:spacing w:after="0" w:line="240" w:lineRule="auto"/>
      </w:pPr>
      <w:r>
        <w:continuationSeparator/>
      </w:r>
    </w:p>
  </w:footnote>
  <w:footnote w:id="1">
    <w:p w14:paraId="1B7F8DBC" w14:textId="77777777" w:rsidR="00BB6F9E" w:rsidRDefault="00BB6F9E" w:rsidP="00BB6F9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52313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58"/>
    <w:rsid w:val="000F1C57"/>
    <w:rsid w:val="000F5615"/>
    <w:rsid w:val="00117CE2"/>
    <w:rsid w:val="00122628"/>
    <w:rsid w:val="00124BFF"/>
    <w:rsid w:val="0012560E"/>
    <w:rsid w:val="00127108"/>
    <w:rsid w:val="00130031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1CE6"/>
    <w:rsid w:val="001C4921"/>
    <w:rsid w:val="001D657B"/>
    <w:rsid w:val="001D7B54"/>
    <w:rsid w:val="001E0209"/>
    <w:rsid w:val="001F037E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B9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0789"/>
    <w:rsid w:val="00346FE9"/>
    <w:rsid w:val="0034759A"/>
    <w:rsid w:val="003503F6"/>
    <w:rsid w:val="003530DD"/>
    <w:rsid w:val="00363F78"/>
    <w:rsid w:val="0037144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8EA"/>
    <w:rsid w:val="00414E3C"/>
    <w:rsid w:val="0042244A"/>
    <w:rsid w:val="0042745A"/>
    <w:rsid w:val="00431D5C"/>
    <w:rsid w:val="004362C6"/>
    <w:rsid w:val="00437FA2"/>
    <w:rsid w:val="00445970"/>
    <w:rsid w:val="0045729E"/>
    <w:rsid w:val="004605C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728"/>
    <w:rsid w:val="004A3EEA"/>
    <w:rsid w:val="004A4D1F"/>
    <w:rsid w:val="004D5282"/>
    <w:rsid w:val="004F1551"/>
    <w:rsid w:val="004F55A3"/>
    <w:rsid w:val="0050496F"/>
    <w:rsid w:val="00513B6F"/>
    <w:rsid w:val="00517C63"/>
    <w:rsid w:val="0052376E"/>
    <w:rsid w:val="005353CA"/>
    <w:rsid w:val="005363C4"/>
    <w:rsid w:val="00536BDE"/>
    <w:rsid w:val="00543ACC"/>
    <w:rsid w:val="0056696D"/>
    <w:rsid w:val="00581F9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AEB"/>
    <w:rsid w:val="00724677"/>
    <w:rsid w:val="00725459"/>
    <w:rsid w:val="00730C46"/>
    <w:rsid w:val="007327BD"/>
    <w:rsid w:val="00734608"/>
    <w:rsid w:val="00745302"/>
    <w:rsid w:val="007461D6"/>
    <w:rsid w:val="00746EC8"/>
    <w:rsid w:val="00763BF1"/>
    <w:rsid w:val="00766FD4"/>
    <w:rsid w:val="00767624"/>
    <w:rsid w:val="00780322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20"/>
    <w:rsid w:val="007E61B1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37D"/>
    <w:rsid w:val="009508DF"/>
    <w:rsid w:val="00950DAC"/>
    <w:rsid w:val="00954A07"/>
    <w:rsid w:val="0098714C"/>
    <w:rsid w:val="00987EE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6EA"/>
    <w:rsid w:val="00A53FA5"/>
    <w:rsid w:val="00A54817"/>
    <w:rsid w:val="00A601C8"/>
    <w:rsid w:val="00A60799"/>
    <w:rsid w:val="00A84397"/>
    <w:rsid w:val="00A84C85"/>
    <w:rsid w:val="00A97DE1"/>
    <w:rsid w:val="00AB053C"/>
    <w:rsid w:val="00AD1146"/>
    <w:rsid w:val="00AD27D3"/>
    <w:rsid w:val="00AD5631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28"/>
    <w:rsid w:val="00B75946"/>
    <w:rsid w:val="00B8056E"/>
    <w:rsid w:val="00B819C8"/>
    <w:rsid w:val="00B82308"/>
    <w:rsid w:val="00B90885"/>
    <w:rsid w:val="00BB3829"/>
    <w:rsid w:val="00BB520A"/>
    <w:rsid w:val="00BB6F9E"/>
    <w:rsid w:val="00BD3869"/>
    <w:rsid w:val="00BD4972"/>
    <w:rsid w:val="00BD66E9"/>
    <w:rsid w:val="00BD6FF4"/>
    <w:rsid w:val="00BF2C41"/>
    <w:rsid w:val="00C058B4"/>
    <w:rsid w:val="00C05F44"/>
    <w:rsid w:val="00C10FA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66E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BEA"/>
    <w:rsid w:val="00D425B2"/>
    <w:rsid w:val="00D428D6"/>
    <w:rsid w:val="00D45A4B"/>
    <w:rsid w:val="00D552B2"/>
    <w:rsid w:val="00D608D1"/>
    <w:rsid w:val="00D70198"/>
    <w:rsid w:val="00D71224"/>
    <w:rsid w:val="00D74119"/>
    <w:rsid w:val="00D760DF"/>
    <w:rsid w:val="00D8075B"/>
    <w:rsid w:val="00D8678B"/>
    <w:rsid w:val="00DA2114"/>
    <w:rsid w:val="00DA385A"/>
    <w:rsid w:val="00DC686E"/>
    <w:rsid w:val="00DE09C0"/>
    <w:rsid w:val="00DE4A14"/>
    <w:rsid w:val="00DF2F6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3B4"/>
    <w:rsid w:val="00E77E88"/>
    <w:rsid w:val="00E8107D"/>
    <w:rsid w:val="00E960BB"/>
    <w:rsid w:val="00EA2074"/>
    <w:rsid w:val="00EA4832"/>
    <w:rsid w:val="00EA4E9D"/>
    <w:rsid w:val="00EB2B2E"/>
    <w:rsid w:val="00EC4899"/>
    <w:rsid w:val="00ED03AB"/>
    <w:rsid w:val="00ED32D2"/>
    <w:rsid w:val="00EE2751"/>
    <w:rsid w:val="00EE2A2F"/>
    <w:rsid w:val="00EE32DE"/>
    <w:rsid w:val="00EE5457"/>
    <w:rsid w:val="00EF103B"/>
    <w:rsid w:val="00F070AB"/>
    <w:rsid w:val="00F15980"/>
    <w:rsid w:val="00F17567"/>
    <w:rsid w:val="00F27A7B"/>
    <w:rsid w:val="00F526AF"/>
    <w:rsid w:val="00F573F7"/>
    <w:rsid w:val="00F617C3"/>
    <w:rsid w:val="00F7066B"/>
    <w:rsid w:val="00F81470"/>
    <w:rsid w:val="00F83B28"/>
    <w:rsid w:val="00FA3343"/>
    <w:rsid w:val="00FA46E5"/>
    <w:rsid w:val="00FB27F8"/>
    <w:rsid w:val="00FB7DBA"/>
    <w:rsid w:val="00FC1C25"/>
    <w:rsid w:val="00FC3F45"/>
    <w:rsid w:val="00FD503F"/>
    <w:rsid w:val="00FD7589"/>
    <w:rsid w:val="00FF016A"/>
    <w:rsid w:val="00FF08BC"/>
    <w:rsid w:val="00FF1401"/>
    <w:rsid w:val="00FF5E7D"/>
    <w:rsid w:val="04D95424"/>
    <w:rsid w:val="0692DC69"/>
    <w:rsid w:val="0CABB3B9"/>
    <w:rsid w:val="140EF5A1"/>
    <w:rsid w:val="1DEF612D"/>
    <w:rsid w:val="2743545F"/>
    <w:rsid w:val="2A4859FB"/>
    <w:rsid w:val="2B4BB40A"/>
    <w:rsid w:val="2F7F314C"/>
    <w:rsid w:val="35260A0B"/>
    <w:rsid w:val="508245F0"/>
    <w:rsid w:val="50DEE95A"/>
    <w:rsid w:val="520B47E3"/>
    <w:rsid w:val="5357E47E"/>
    <w:rsid w:val="564FD3F5"/>
    <w:rsid w:val="5654C9C2"/>
    <w:rsid w:val="5B7FCFD2"/>
    <w:rsid w:val="5E134518"/>
    <w:rsid w:val="66D31B7E"/>
    <w:rsid w:val="68A2B251"/>
    <w:rsid w:val="6E77F664"/>
    <w:rsid w:val="76B4CED4"/>
    <w:rsid w:val="79B6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FC49"/>
  <w15:docId w15:val="{2FBEABAA-9438-48D8-9F47-170C3BEA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CB200-3EDC-42D3-A6C8-E59B9968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865</Words>
  <Characters>5196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14</cp:revision>
  <cp:lastPrinted>2019-02-06T12:12:00Z</cp:lastPrinted>
  <dcterms:created xsi:type="dcterms:W3CDTF">2021-12-08T15:01:00Z</dcterms:created>
  <dcterms:modified xsi:type="dcterms:W3CDTF">2025-11-15T00:19:00Z</dcterms:modified>
</cp:coreProperties>
</file>